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9B7EF2" w:rsidRDefault="00D939AD">
      <w:pPr>
        <w:rPr>
          <w:rFonts w:ascii="Arial" w:hAnsi="Arial" w:cs="Arial"/>
          <w:b/>
          <w:sz w:val="32"/>
        </w:rPr>
      </w:pPr>
      <w:r w:rsidRPr="009B7EF2">
        <w:rPr>
          <w:rFonts w:ascii="Arial" w:hAnsi="Arial" w:cs="Arial"/>
          <w:b/>
          <w:sz w:val="32"/>
        </w:rPr>
        <w:t>Exercices sur les masses.</w:t>
      </w:r>
    </w:p>
    <w:p w:rsidR="00D939AD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Dans certains pays du monde, on utilise la </w:t>
      </w:r>
      <w:r w:rsidRPr="00FD3455">
        <w:rPr>
          <w:rFonts w:ascii="Arial" w:hAnsi="Arial" w:cs="Arial"/>
          <w:b/>
          <w:sz w:val="28"/>
        </w:rPr>
        <w:t xml:space="preserve">livre </w:t>
      </w:r>
      <w:r>
        <w:rPr>
          <w:rFonts w:ascii="Arial" w:hAnsi="Arial" w:cs="Arial"/>
          <w:sz w:val="28"/>
        </w:rPr>
        <w:t>comme unité de mesure de masse.</w:t>
      </w: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 livre vaut environ 454g.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-Combien de grammes pèsent donc 2 livres de carotte ?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-Combien de grammes pèsent 10 livres de tomates ? </w:t>
      </w: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9B7EF2" w:rsidRPr="009B7EF2" w:rsidRDefault="009B7EF2" w:rsidP="009B7EF2">
      <w:pPr>
        <w:rPr>
          <w:rFonts w:ascii="Arial" w:hAnsi="Arial" w:cs="Arial"/>
          <w:b/>
          <w:sz w:val="32"/>
        </w:rPr>
      </w:pPr>
      <w:r w:rsidRPr="009B7EF2">
        <w:rPr>
          <w:rFonts w:ascii="Arial" w:hAnsi="Arial" w:cs="Arial"/>
          <w:b/>
          <w:sz w:val="32"/>
        </w:rPr>
        <w:t>Exercices sur les masses.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Dans certains pays du monde, on utilise la </w:t>
      </w:r>
      <w:r w:rsidRPr="00FD3455">
        <w:rPr>
          <w:rFonts w:ascii="Arial" w:hAnsi="Arial" w:cs="Arial"/>
          <w:b/>
          <w:sz w:val="28"/>
        </w:rPr>
        <w:t xml:space="preserve">livre </w:t>
      </w:r>
      <w:r>
        <w:rPr>
          <w:rFonts w:ascii="Arial" w:hAnsi="Arial" w:cs="Arial"/>
          <w:sz w:val="28"/>
        </w:rPr>
        <w:t>comme unité de mesure de masse.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 livre vaut environ 454g.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-Combien de grammes pèsent donc 2 livres de carotte ?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-Combien de grammes pèsent 10 livres de tomates ? </w:t>
      </w:r>
    </w:p>
    <w:p w:rsidR="009B7EF2" w:rsidRPr="007E024D" w:rsidRDefault="009B7EF2" w:rsidP="009B7EF2">
      <w:pPr>
        <w:rPr>
          <w:rFonts w:ascii="Arial" w:hAnsi="Arial" w:cs="Arial"/>
          <w:sz w:val="28"/>
        </w:rPr>
      </w:pPr>
    </w:p>
    <w:p w:rsidR="009B7EF2" w:rsidRDefault="009B7EF2">
      <w:pPr>
        <w:rPr>
          <w:rFonts w:ascii="Arial" w:hAnsi="Arial" w:cs="Arial"/>
          <w:sz w:val="28"/>
        </w:rPr>
      </w:pPr>
    </w:p>
    <w:p w:rsidR="009B7EF2" w:rsidRPr="009B7EF2" w:rsidRDefault="009B7EF2" w:rsidP="009B7EF2">
      <w:pPr>
        <w:rPr>
          <w:rFonts w:ascii="Arial" w:hAnsi="Arial" w:cs="Arial"/>
          <w:b/>
          <w:sz w:val="32"/>
        </w:rPr>
      </w:pPr>
      <w:r w:rsidRPr="009B7EF2">
        <w:rPr>
          <w:rFonts w:ascii="Arial" w:hAnsi="Arial" w:cs="Arial"/>
          <w:b/>
          <w:sz w:val="32"/>
        </w:rPr>
        <w:t>Exercices sur les masses.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Dans certains pays du monde, on utilise la </w:t>
      </w:r>
      <w:r w:rsidRPr="00FD3455">
        <w:rPr>
          <w:rFonts w:ascii="Arial" w:hAnsi="Arial" w:cs="Arial"/>
          <w:b/>
          <w:sz w:val="28"/>
        </w:rPr>
        <w:t xml:space="preserve">livre </w:t>
      </w:r>
      <w:r>
        <w:rPr>
          <w:rFonts w:ascii="Arial" w:hAnsi="Arial" w:cs="Arial"/>
          <w:sz w:val="28"/>
        </w:rPr>
        <w:t>comme unité de mesure de masse.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 livre vaut environ 454g.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-Combien de grammes pèsent donc 2 livres de carotte ?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-Combien de grammes pèsent 10 livres de tomates ? 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bookmarkStart w:id="0" w:name="_GoBack"/>
      <w:bookmarkEnd w:id="0"/>
    </w:p>
    <w:p w:rsidR="009B7EF2" w:rsidRPr="009B7EF2" w:rsidRDefault="009B7EF2" w:rsidP="009B7EF2">
      <w:pPr>
        <w:rPr>
          <w:rFonts w:ascii="Arial" w:hAnsi="Arial" w:cs="Arial"/>
          <w:b/>
          <w:sz w:val="32"/>
        </w:rPr>
      </w:pPr>
      <w:r w:rsidRPr="009B7EF2">
        <w:rPr>
          <w:rFonts w:ascii="Arial" w:hAnsi="Arial" w:cs="Arial"/>
          <w:b/>
          <w:sz w:val="32"/>
        </w:rPr>
        <w:t>Exercices sur les masses.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Dans certains pays du monde, on utilise la </w:t>
      </w:r>
      <w:r w:rsidRPr="00FD3455">
        <w:rPr>
          <w:rFonts w:ascii="Arial" w:hAnsi="Arial" w:cs="Arial"/>
          <w:b/>
          <w:sz w:val="28"/>
        </w:rPr>
        <w:t xml:space="preserve">livre </w:t>
      </w:r>
      <w:r>
        <w:rPr>
          <w:rFonts w:ascii="Arial" w:hAnsi="Arial" w:cs="Arial"/>
          <w:sz w:val="28"/>
        </w:rPr>
        <w:t>comme unité de mesure de masse.</w:t>
      </w: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 livre vaut environ 454g.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-Combien de grammes pèsent donc 2 livres de carotte ?</w:t>
      </w:r>
    </w:p>
    <w:p w:rsidR="009B7EF2" w:rsidRDefault="009B7EF2" w:rsidP="009B7EF2">
      <w:pPr>
        <w:rPr>
          <w:rFonts w:ascii="Arial" w:hAnsi="Arial" w:cs="Arial"/>
          <w:sz w:val="28"/>
        </w:rPr>
      </w:pPr>
    </w:p>
    <w:p w:rsidR="009B7EF2" w:rsidRDefault="009B7EF2" w:rsidP="009B7E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-Combien de grammes pèsent 10 livres de tomates ? </w:t>
      </w:r>
    </w:p>
    <w:p w:rsidR="009B7EF2" w:rsidRPr="007E024D" w:rsidRDefault="009B7EF2" w:rsidP="009B7EF2">
      <w:pPr>
        <w:rPr>
          <w:rFonts w:ascii="Arial" w:hAnsi="Arial" w:cs="Arial"/>
          <w:sz w:val="28"/>
        </w:rPr>
      </w:pPr>
    </w:p>
    <w:p w:rsidR="009B7EF2" w:rsidRPr="007E024D" w:rsidRDefault="009B7EF2">
      <w:pPr>
        <w:rPr>
          <w:rFonts w:ascii="Arial" w:hAnsi="Arial" w:cs="Arial"/>
          <w:sz w:val="28"/>
        </w:rPr>
      </w:pPr>
    </w:p>
    <w:sectPr w:rsidR="009B7EF2" w:rsidRPr="007E024D" w:rsidSect="00B11D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DE6"/>
    <w:rsid w:val="001D645B"/>
    <w:rsid w:val="005175A3"/>
    <w:rsid w:val="005F7238"/>
    <w:rsid w:val="007E024D"/>
    <w:rsid w:val="007F01BF"/>
    <w:rsid w:val="009B7EF2"/>
    <w:rsid w:val="00B11DE6"/>
    <w:rsid w:val="00D939AD"/>
    <w:rsid w:val="00FD3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518961-1106-4175-BD34-581B75A1E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7AD1F-CA98-4C2A-A020-3A885CBF1F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5</cp:revision>
  <cp:lastPrinted>2017-08-08T14:35:00Z</cp:lastPrinted>
  <dcterms:created xsi:type="dcterms:W3CDTF">2017-08-08T14:29:00Z</dcterms:created>
  <dcterms:modified xsi:type="dcterms:W3CDTF">2017-08-08T14:35:00Z</dcterms:modified>
</cp:coreProperties>
</file>